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4256EC3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C5E9C">
        <w:rPr>
          <w:rFonts w:asciiTheme="majorHAnsi" w:eastAsia="Times New Roman" w:hAnsiTheme="majorHAnsi" w:cs="Times New Roman"/>
          <w:lang w:eastAsia="cs-CZ"/>
        </w:rPr>
        <w:t>4</w:t>
      </w:r>
      <w:r w:rsidR="007C5E9C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9354B0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 w:rsidRPr="009354B0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9354B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9354B0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09002D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7F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B064D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7F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7F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188B0AC" w14:textId="77777777" w:rsidR="00414951" w:rsidRDefault="00414951" w:rsidP="00414951">
          <w:pPr>
            <w:pStyle w:val="Zpat"/>
          </w:pPr>
          <w:r>
            <w:t>Oblastní ředitelství Praha</w:t>
          </w:r>
        </w:p>
        <w:p w14:paraId="73EE69CF" w14:textId="77777777" w:rsidR="00414951" w:rsidRDefault="00414951" w:rsidP="00414951">
          <w:pPr>
            <w:pStyle w:val="Zpat"/>
          </w:pPr>
          <w:r>
            <w:t>Partyzánská 24</w:t>
          </w:r>
        </w:p>
        <w:p w14:paraId="44F720C3" w14:textId="1C5E144D" w:rsidR="00F1715C" w:rsidRDefault="00414951" w:rsidP="00414951">
          <w:pPr>
            <w:pStyle w:val="Zpat"/>
          </w:pPr>
          <w:r>
            <w:t>170 00 Praha 7 - Holešovice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D1D3A"/>
    <w:rsid w:val="0041495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7FF9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5E9C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E645F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119DC9-1185-4E51-B572-ED8F1DE9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2</cp:revision>
  <cp:lastPrinted>2024-03-21T11:21:00Z</cp:lastPrinted>
  <dcterms:created xsi:type="dcterms:W3CDTF">2024-03-21T11:22:00Z</dcterms:created>
  <dcterms:modified xsi:type="dcterms:W3CDTF">2024-03-21T11:22:00Z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